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E017A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1E017A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E017A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1E017A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penitencjarystyki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75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75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416A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znaczenia kary dla społeczeństwa w świetle koncepcji rozwijanych w ramach penitencjarystyki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podstawowe pojęcia z zakresu penitencjarystyki i penologii.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miejsce penitencjarystyki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A166CD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penitencjarystyki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0517F5">
              <w:rPr>
                <w:rFonts w:ascii="Corbel" w:hAnsi="Corbel"/>
                <w:sz w:val="24"/>
                <w:szCs w:val="24"/>
              </w:rPr>
              <w:t>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17F5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Machel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Gaberle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3B6" w:rsidRDefault="00D123B6" w:rsidP="00C16ABF">
      <w:pPr>
        <w:spacing w:after="0" w:line="240" w:lineRule="auto"/>
      </w:pPr>
      <w:r>
        <w:separator/>
      </w:r>
    </w:p>
  </w:endnote>
  <w:endnote w:type="continuationSeparator" w:id="0">
    <w:p w:rsidR="00D123B6" w:rsidRDefault="00D123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3B6" w:rsidRDefault="00D123B6" w:rsidP="00C16ABF">
      <w:pPr>
        <w:spacing w:after="0" w:line="240" w:lineRule="auto"/>
      </w:pPr>
      <w:r>
        <w:separator/>
      </w:r>
    </w:p>
  </w:footnote>
  <w:footnote w:type="continuationSeparator" w:id="0">
    <w:p w:rsidR="00D123B6" w:rsidRDefault="00D123B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D07A5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17A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B3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657"/>
    <w:rsid w:val="00884922"/>
    <w:rsid w:val="00885F64"/>
    <w:rsid w:val="008917F9"/>
    <w:rsid w:val="008A45F7"/>
    <w:rsid w:val="008B6E8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1DF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23B6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16AA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2EF1C-6CBD-47AB-8895-81E1C8B9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2020-10-15T11:59:00Z</cp:lastPrinted>
  <dcterms:created xsi:type="dcterms:W3CDTF">2019-11-02T16:23:00Z</dcterms:created>
  <dcterms:modified xsi:type="dcterms:W3CDTF">2021-10-04T11:58:00Z</dcterms:modified>
</cp:coreProperties>
</file>